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D1D94E-5640-4967-96FB-FA89C84D3F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